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3C" w:rsidRDefault="00750E3C">
      <w:pPr>
        <w:rPr>
          <w:lang w:val="en-US"/>
        </w:rPr>
      </w:pPr>
      <w:r>
        <w:rPr>
          <w:lang w:val="en-US"/>
        </w:rPr>
        <w:t>This is first line.</w:t>
      </w:r>
    </w:p>
    <w:p w:rsidR="00750E3C" w:rsidRPr="00C722F1" w:rsidRDefault="00750E3C">
      <w:pPr>
        <w:rPr>
          <w:lang w:val="en-US"/>
        </w:rPr>
      </w:pPr>
      <w:r>
        <w:rPr>
          <w:lang w:val="en-US"/>
        </w:rPr>
        <w:t>This is second line.</w:t>
      </w:r>
    </w:p>
    <w:sectPr w:rsidR="00750E3C" w:rsidRPr="00C722F1" w:rsidSect="001A44C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6A7"/>
    <w:rsid w:val="001A44C0"/>
    <w:rsid w:val="004646A7"/>
    <w:rsid w:val="00521044"/>
    <w:rsid w:val="00617603"/>
    <w:rsid w:val="006C2B69"/>
    <w:rsid w:val="00750E3C"/>
    <w:rsid w:val="00C722F1"/>
    <w:rsid w:val="00CA0914"/>
    <w:rsid w:val="00E144B6"/>
    <w:rsid w:val="00EF0F49"/>
    <w:rsid w:val="00F5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044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35</Characters>
  <Application>Microsoft Office Outlook</Application>
  <DocSecurity>0</DocSecurity>
  <Lines>0</Lines>
  <Paragraphs>0</Paragraphs>
  <ScaleCrop>false</ScaleCrop>
  <Company>EPAM Systems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first line</dc:title>
  <dc:subject/>
  <dc:creator>Alexander_Buloichik</dc:creator>
  <cp:keywords/>
  <dc:description/>
  <cp:lastModifiedBy>Alexander_Buloichik</cp:lastModifiedBy>
  <cp:revision>3</cp:revision>
  <dcterms:created xsi:type="dcterms:W3CDTF">2007-09-20T14:09:00Z</dcterms:created>
  <dcterms:modified xsi:type="dcterms:W3CDTF">2007-09-20T15:09:00Z</dcterms:modified>
</cp:coreProperties>
</file>